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8EB" w:rsidRDefault="00BC18EB" w:rsidP="00F36759"/>
    <w:p w:rsidR="00BC18EB" w:rsidRDefault="00BC18EB" w:rsidP="00410CC7">
      <w:r>
        <w:t xml:space="preserve"> </w:t>
      </w:r>
      <w:r w:rsidRPr="00EB3423">
        <w:rPr>
          <w:b/>
          <w:bCs/>
          <w:sz w:val="26"/>
          <w:szCs w:val="26"/>
          <w:u w:val="single"/>
        </w:rPr>
        <w:t>ANEXO V.</w:t>
      </w:r>
      <w:r>
        <w:rPr>
          <w:b/>
          <w:bCs/>
          <w:sz w:val="26"/>
          <w:szCs w:val="26"/>
          <w:u w:val="single"/>
        </w:rPr>
        <w:t>3</w:t>
      </w:r>
    </w:p>
    <w:p w:rsidR="00BC18EB" w:rsidRDefault="00BC18EB" w:rsidP="00F36759"/>
    <w:p w:rsidR="00BC18EB" w:rsidRDefault="00BC18EB" w:rsidP="00A657AC">
      <w:pPr>
        <w:jc w:val="center"/>
      </w:pPr>
      <w:r>
        <w:t>DECLARAÇÃO DE NÃO IMPEDIMENTO DA LICITANTE</w:t>
      </w:r>
    </w:p>
    <w:p w:rsidR="00BC18EB" w:rsidRDefault="00BC18EB" w:rsidP="00F36759"/>
    <w:p w:rsidR="00BC18EB" w:rsidRDefault="00BC18EB" w:rsidP="00F36759">
      <w:r>
        <w:t xml:space="preserve"> </w:t>
      </w:r>
    </w:p>
    <w:p w:rsidR="00BC18EB" w:rsidRDefault="00BC18EB" w:rsidP="00A657AC">
      <w:pPr>
        <w:jc w:val="both"/>
      </w:pPr>
      <w:r>
        <w:tab/>
        <w:t xml:space="preserve"> ________________,  inscrita  no  CNPJ  n°._____________ ___,  por intermédio de  seu  representante legal o(a) Sr(a) ________________, portador(a) da Carteira de Identidade nº________________ e do CPF  nº ________________, infrafirmado, DECLARA, sob  as penas da lei, que não incorre em qualquer impedimento para sua habilitação na presente licitação,  nos termos do Edital de Concorrência Pública nº. ____/2014, destinado à concessão dos Serviços Públicos de Transporte Coletivo de Passageiros do Município de Pelotas, bem como de que está ciente da obrigatoriedade de declarar qualquer ocorrência posterior,  caso  sagre-se  vencedora  no presente certame. </w:t>
      </w:r>
    </w:p>
    <w:p w:rsidR="00BC18EB" w:rsidRDefault="00BC18EB" w:rsidP="00F36759">
      <w:r>
        <w:t xml:space="preserve"> </w:t>
      </w:r>
    </w:p>
    <w:p w:rsidR="00BC18EB" w:rsidRDefault="00BC18EB" w:rsidP="00990893">
      <w:pPr>
        <w:jc w:val="center"/>
      </w:pPr>
      <w:r>
        <w:t>Pelotas,___ de ______________________de 2015.</w:t>
      </w:r>
    </w:p>
    <w:p w:rsidR="00BC18EB" w:rsidRDefault="00BC18EB" w:rsidP="00990893">
      <w:pPr>
        <w:jc w:val="center"/>
      </w:pPr>
    </w:p>
    <w:p w:rsidR="00BC18EB" w:rsidRDefault="00BC18EB" w:rsidP="00990893">
      <w:pPr>
        <w:jc w:val="center"/>
      </w:pPr>
    </w:p>
    <w:p w:rsidR="00BC18EB" w:rsidRDefault="00BC18EB" w:rsidP="00990893">
      <w:pPr>
        <w:jc w:val="center"/>
      </w:pPr>
      <w:r>
        <w:t>_______________________________</w:t>
      </w:r>
    </w:p>
    <w:p w:rsidR="00BC18EB" w:rsidRDefault="00BC18EB" w:rsidP="00F36759"/>
    <w:p w:rsidR="00BC18EB" w:rsidRDefault="00BC18EB" w:rsidP="00F36759">
      <w:r>
        <w:t xml:space="preserve">(Razão Social da Empresa, nome do representante legal e assinatura) </w:t>
      </w:r>
    </w:p>
    <w:p w:rsidR="00BC18EB" w:rsidRDefault="00BC18EB" w:rsidP="00F36759">
      <w:r>
        <w:t>(Obs: Em caso  de consórcio, a declaração deverá ser apresentada, individualmente, por cada uma de suas empresas integrantes)</w:t>
      </w:r>
    </w:p>
    <w:sectPr w:rsidR="00BC18EB" w:rsidSect="00410CC7">
      <w:headerReference w:type="default" r:id="rId6"/>
      <w:pgSz w:w="11906" w:h="16838"/>
      <w:pgMar w:top="1417" w:right="1701" w:bottom="1417" w:left="1701" w:header="125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18EB" w:rsidRDefault="00BC18EB">
      <w:r>
        <w:separator/>
      </w:r>
    </w:p>
  </w:endnote>
  <w:endnote w:type="continuationSeparator" w:id="1">
    <w:p w:rsidR="00BC18EB" w:rsidRDefault="00BC18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18EB" w:rsidRDefault="00BC18EB">
      <w:r>
        <w:separator/>
      </w:r>
    </w:p>
  </w:footnote>
  <w:footnote w:type="continuationSeparator" w:id="1">
    <w:p w:rsidR="00BC18EB" w:rsidRDefault="00BC18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0" w:type="dxa"/>
      <w:tblInd w:w="-6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070"/>
    </w:tblGrid>
    <w:tr w:rsidR="00BC18EB">
      <w:trPr>
        <w:trHeight w:val="1424"/>
      </w:trPr>
      <w:tc>
        <w:tcPr>
          <w:tcW w:w="9070" w:type="dxa"/>
          <w:shd w:val="clear" w:color="auto" w:fill="BFBFBF"/>
          <w:vAlign w:val="center"/>
        </w:tcPr>
        <w:p w:rsidR="00BC18EB" w:rsidRDefault="00BC18EB" w:rsidP="00351B06">
          <w:pPr>
            <w:spacing w:after="0" w:line="240" w:lineRule="auto"/>
            <w:rPr>
              <w:rFonts w:ascii="Arial" w:hAnsi="Arial" w:cs="Arial"/>
              <w:b/>
              <w:bCs/>
              <w:sz w:val="28"/>
              <w:szCs w:val="28"/>
            </w:rPr>
          </w:pP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C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oncessã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d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>o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T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ransporte</w:t>
          </w:r>
          <w:r>
            <w:rPr>
              <w:rFonts w:ascii="Arial" w:hAnsi="Arial" w:cs="Arial"/>
              <w:b/>
              <w:bCs/>
              <w:sz w:val="52"/>
              <w:szCs w:val="52"/>
            </w:rPr>
            <w:t xml:space="preserve"> </w:t>
          </w:r>
          <w:r w:rsidRPr="002B512E">
            <w:rPr>
              <w:rFonts w:ascii="Arial" w:hAnsi="Arial" w:cs="Arial"/>
              <w:b/>
              <w:bCs/>
              <w:sz w:val="40"/>
              <w:szCs w:val="40"/>
            </w:rPr>
            <w:t>P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>úblico</w:t>
          </w:r>
          <w:r>
            <w:rPr>
              <w:rFonts w:ascii="Arial" w:hAnsi="Arial" w:cs="Arial"/>
              <w:b/>
              <w:bCs/>
              <w:sz w:val="36"/>
              <w:szCs w:val="36"/>
            </w:rPr>
            <w:t xml:space="preserve"> 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      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 </w:t>
          </w:r>
          <w:r w:rsidRPr="009D2418">
            <w:rPr>
              <w:rFonts w:ascii="Arial" w:hAnsi="Arial" w:cs="Arial"/>
              <w:b/>
              <w:bCs/>
              <w:sz w:val="28"/>
              <w:szCs w:val="28"/>
            </w:rPr>
            <w:t xml:space="preserve"> </w:t>
          </w:r>
          <w:r>
            <w:rPr>
              <w:rFonts w:ascii="Arial" w:hAnsi="Arial" w:cs="Arial"/>
              <w:b/>
              <w:bCs/>
              <w:sz w:val="28"/>
              <w:szCs w:val="28"/>
            </w:rPr>
            <w:t xml:space="preserve">  </w:t>
          </w:r>
          <w:r>
            <w:rPr>
              <w:noProof/>
              <w:lang w:eastAsia="pt-BR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m 1" o:spid="_x0000_i1026" type="#_x0000_t75" alt="MARCA PREFEITURA DE EPELOTAS" style="width:114pt;height:35.25pt;visibility:visible">
                <v:imagedata r:id="rId1" o:title=""/>
              </v:shape>
            </w:pict>
          </w:r>
        </w:p>
        <w:p w:rsidR="00BC18EB" w:rsidRPr="00190DB4" w:rsidRDefault="00BC18EB" w:rsidP="00351B06">
          <w:pPr>
            <w:spacing w:after="0" w:line="360" w:lineRule="auto"/>
            <w:ind w:right="290"/>
            <w:jc w:val="right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Style w:val="PageNumber"/>
              <w:rFonts w:ascii="Arial" w:hAnsi="Arial" w:cs="Arial"/>
              <w:sz w:val="16"/>
              <w:szCs w:val="16"/>
            </w:rPr>
            <w:t xml:space="preserve"> 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Concorrência nº. 0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1</w:t>
          </w:r>
          <w:r w:rsidRPr="00A32965">
            <w:rPr>
              <w:rStyle w:val="PageNumber"/>
              <w:rFonts w:ascii="Arial" w:hAnsi="Arial" w:cs="Arial"/>
              <w:sz w:val="16"/>
              <w:szCs w:val="16"/>
            </w:rPr>
            <w:t>/201</w:t>
          </w:r>
          <w:r>
            <w:rPr>
              <w:rStyle w:val="PageNumber"/>
              <w:rFonts w:ascii="Arial" w:hAnsi="Arial" w:cs="Arial"/>
              <w:sz w:val="16"/>
              <w:szCs w:val="16"/>
            </w:rPr>
            <w:t>5</w:t>
          </w:r>
        </w:p>
      </w:tc>
    </w:tr>
  </w:tbl>
  <w:p w:rsidR="00BC18EB" w:rsidRDefault="00BC18E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759"/>
    <w:rsid w:val="00051B24"/>
    <w:rsid w:val="00190DB4"/>
    <w:rsid w:val="002763E7"/>
    <w:rsid w:val="002B512E"/>
    <w:rsid w:val="00305940"/>
    <w:rsid w:val="00351B06"/>
    <w:rsid w:val="00407863"/>
    <w:rsid w:val="00410CC7"/>
    <w:rsid w:val="00426036"/>
    <w:rsid w:val="00451391"/>
    <w:rsid w:val="00471CE3"/>
    <w:rsid w:val="004F51CB"/>
    <w:rsid w:val="0069202B"/>
    <w:rsid w:val="006A6E7D"/>
    <w:rsid w:val="006E481C"/>
    <w:rsid w:val="007038DA"/>
    <w:rsid w:val="008E7D2B"/>
    <w:rsid w:val="00990893"/>
    <w:rsid w:val="009D2418"/>
    <w:rsid w:val="00A32965"/>
    <w:rsid w:val="00A657AC"/>
    <w:rsid w:val="00A665AD"/>
    <w:rsid w:val="00BB086C"/>
    <w:rsid w:val="00BC18EB"/>
    <w:rsid w:val="00C86D96"/>
    <w:rsid w:val="00CE459B"/>
    <w:rsid w:val="00DD1668"/>
    <w:rsid w:val="00E873FC"/>
    <w:rsid w:val="00E94730"/>
    <w:rsid w:val="00EB2387"/>
    <w:rsid w:val="00EB3423"/>
    <w:rsid w:val="00F36759"/>
    <w:rsid w:val="00FA6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434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10CC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lang w:eastAsia="en-US"/>
    </w:rPr>
  </w:style>
  <w:style w:type="paragraph" w:styleId="Footer">
    <w:name w:val="footer"/>
    <w:basedOn w:val="Normal"/>
    <w:link w:val="FooterChar"/>
    <w:uiPriority w:val="99"/>
    <w:rsid w:val="00410CC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lang w:eastAsia="en-US"/>
    </w:rPr>
  </w:style>
  <w:style w:type="character" w:styleId="PageNumber">
    <w:name w:val="page number"/>
    <w:basedOn w:val="DefaultParagraphFont"/>
    <w:uiPriority w:val="99"/>
    <w:rsid w:val="00410C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156</Words>
  <Characters>843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Paulo</dc:creator>
  <cp:keywords/>
  <dc:description/>
  <cp:lastModifiedBy>michele.santos</cp:lastModifiedBy>
  <cp:revision>3</cp:revision>
  <cp:lastPrinted>2015-01-12T20:50:00Z</cp:lastPrinted>
  <dcterms:created xsi:type="dcterms:W3CDTF">2014-11-18T19:11:00Z</dcterms:created>
  <dcterms:modified xsi:type="dcterms:W3CDTF">2015-01-12T20:50:00Z</dcterms:modified>
</cp:coreProperties>
</file>